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911" w:rsidRPr="00F24D0D" w:rsidRDefault="00011911" w:rsidP="001A606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2D2A"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4.4pt;height:57.6pt;visibility:visible" filled="t">
            <v:imagedata r:id="rId6" o:title=""/>
          </v:shape>
        </w:pict>
      </w:r>
    </w:p>
    <w:p w:rsidR="00011911" w:rsidRPr="00F24D0D" w:rsidRDefault="00011911" w:rsidP="001A6060">
      <w:pPr>
        <w:pStyle w:val="Heading1"/>
        <w:jc w:val="center"/>
        <w:rPr>
          <w:bCs/>
          <w:szCs w:val="28"/>
        </w:rPr>
      </w:pPr>
      <w:r w:rsidRPr="00F24D0D">
        <w:rPr>
          <w:b/>
          <w:bCs/>
          <w:szCs w:val="28"/>
        </w:rPr>
        <w:t>РЕШЕНИЕ</w:t>
      </w:r>
    </w:p>
    <w:p w:rsidR="00011911" w:rsidRPr="00F24D0D" w:rsidRDefault="00011911" w:rsidP="001A60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СОВЕТА МЕЖДУРЕЧЕНСКОГО СЕЛЬСКОГО ПОСЕЛЕНИЯ</w:t>
      </w:r>
    </w:p>
    <w:p w:rsidR="00011911" w:rsidRPr="00F24D0D" w:rsidRDefault="00011911" w:rsidP="001A60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ЗАВОЛЖСКОГО МУНИЦИПАЛЬНОГО РАЙОНА</w:t>
      </w:r>
    </w:p>
    <w:p w:rsidR="00011911" w:rsidRPr="00F24D0D" w:rsidRDefault="00011911" w:rsidP="001A60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11911" w:rsidRPr="00F24D0D" w:rsidRDefault="00011911" w:rsidP="00442EA0">
      <w:pPr>
        <w:pStyle w:val="NoSpacing"/>
        <w:jc w:val="center"/>
        <w:rPr>
          <w:bCs/>
          <w:sz w:val="28"/>
          <w:szCs w:val="28"/>
        </w:rPr>
      </w:pPr>
      <w:r w:rsidRPr="00F24D0D">
        <w:rPr>
          <w:b/>
          <w:bCs/>
          <w:sz w:val="28"/>
          <w:szCs w:val="28"/>
        </w:rPr>
        <w:t xml:space="preserve">О внесении изменений в решение Совета Междуреченского сельского поселения Заволжского муниципального района № 40 от 15.12.2016 </w:t>
      </w:r>
    </w:p>
    <w:p w:rsidR="00011911" w:rsidRPr="00F24D0D" w:rsidRDefault="00011911" w:rsidP="00442E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1911" w:rsidRPr="00F24D0D" w:rsidRDefault="00011911" w:rsidP="00442E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 xml:space="preserve">Принято Советом Междуреченского сельского поселения </w:t>
      </w:r>
      <w:r>
        <w:rPr>
          <w:rFonts w:ascii="Times New Roman" w:hAnsi="Times New Roman"/>
          <w:sz w:val="28"/>
          <w:szCs w:val="28"/>
        </w:rPr>
        <w:t>26</w:t>
      </w:r>
      <w:r w:rsidRPr="00F24D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сентября </w:t>
      </w:r>
      <w:r w:rsidRPr="00F24D0D">
        <w:rPr>
          <w:rFonts w:ascii="Times New Roman" w:hAnsi="Times New Roman"/>
          <w:sz w:val="28"/>
          <w:szCs w:val="28"/>
        </w:rPr>
        <w:t xml:space="preserve">2017 года </w:t>
      </w:r>
    </w:p>
    <w:p w:rsidR="00011911" w:rsidRPr="00F24D0D" w:rsidRDefault="00011911" w:rsidP="00442E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В соответствии со статьёй 62 Бюджетного кодекса Российской Федерации от 31.07.98 № 145-ФЗ, Совет Междуреченского сельского поселения</w:t>
      </w:r>
    </w:p>
    <w:p w:rsidR="00011911" w:rsidRPr="00F24D0D" w:rsidRDefault="00011911" w:rsidP="001A606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РЕШИЛ:</w:t>
      </w:r>
    </w:p>
    <w:p w:rsidR="00011911" w:rsidRPr="00F24D0D" w:rsidRDefault="00011911" w:rsidP="00442EA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4D0D">
        <w:rPr>
          <w:rFonts w:ascii="Times New Roman" w:hAnsi="Times New Roman"/>
          <w:sz w:val="28"/>
          <w:szCs w:val="28"/>
        </w:rPr>
        <w:t>Внести изменения в доходную часть бюджета согласно приложению № 1 к настоящему решению.</w:t>
      </w:r>
    </w:p>
    <w:p w:rsidR="00011911" w:rsidRPr="00F24D0D" w:rsidRDefault="00011911" w:rsidP="00442EA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4D0D">
        <w:rPr>
          <w:rFonts w:ascii="Times New Roman" w:hAnsi="Times New Roman"/>
          <w:sz w:val="28"/>
          <w:szCs w:val="28"/>
        </w:rPr>
        <w:t>Внести изменения в расходную часть бюджета согласно приложению № 2 к настоящему решению.</w:t>
      </w:r>
    </w:p>
    <w:p w:rsidR="00011911" w:rsidRDefault="00011911" w:rsidP="001A606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11911" w:rsidRPr="00F24D0D" w:rsidRDefault="00011911" w:rsidP="001A606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11911" w:rsidRPr="00F24D0D" w:rsidRDefault="00011911" w:rsidP="001A606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11911" w:rsidRPr="00F24D0D" w:rsidRDefault="00011911" w:rsidP="00442E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 xml:space="preserve">Председатель Совета Междуреченского </w:t>
      </w:r>
    </w:p>
    <w:p w:rsidR="00011911" w:rsidRPr="00F24D0D" w:rsidRDefault="00011911" w:rsidP="00442E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                                                          </w:t>
      </w:r>
      <w:r w:rsidRPr="00F24D0D">
        <w:rPr>
          <w:rFonts w:ascii="Times New Roman" w:hAnsi="Times New Roman"/>
          <w:b/>
          <w:sz w:val="28"/>
          <w:szCs w:val="28"/>
        </w:rPr>
        <w:t>В.Ю.Калашников</w:t>
      </w:r>
    </w:p>
    <w:p w:rsidR="00011911" w:rsidRPr="00F24D0D" w:rsidRDefault="00011911" w:rsidP="00442E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1911" w:rsidRDefault="00011911" w:rsidP="00442E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 xml:space="preserve">Глава Междуреченского </w:t>
      </w:r>
    </w:p>
    <w:p w:rsidR="00011911" w:rsidRPr="00F24D0D" w:rsidRDefault="00011911" w:rsidP="00442E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 xml:space="preserve">сельского поселения: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  <w:r w:rsidRPr="00F24D0D">
        <w:rPr>
          <w:rFonts w:ascii="Times New Roman" w:hAnsi="Times New Roman"/>
          <w:b/>
          <w:sz w:val="28"/>
          <w:szCs w:val="28"/>
        </w:rPr>
        <w:t xml:space="preserve">В.Л.Елинов  </w:t>
      </w:r>
    </w:p>
    <w:p w:rsidR="00011911" w:rsidRPr="00F24D0D" w:rsidRDefault="00011911" w:rsidP="00442E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1911" w:rsidRDefault="00011911" w:rsidP="005F040C">
      <w:pPr>
        <w:jc w:val="both"/>
        <w:rPr>
          <w:rFonts w:ascii="Times New Roman" w:hAnsi="Times New Roman"/>
          <w:b/>
          <w:sz w:val="28"/>
          <w:szCs w:val="28"/>
        </w:rPr>
      </w:pPr>
    </w:p>
    <w:p w:rsidR="00011911" w:rsidRDefault="00011911" w:rsidP="005F040C">
      <w:pPr>
        <w:jc w:val="both"/>
        <w:rPr>
          <w:rFonts w:ascii="Times New Roman" w:hAnsi="Times New Roman"/>
          <w:b/>
          <w:sz w:val="28"/>
          <w:szCs w:val="28"/>
        </w:rPr>
      </w:pPr>
    </w:p>
    <w:p w:rsidR="00011911" w:rsidRDefault="00011911" w:rsidP="005F040C">
      <w:pPr>
        <w:jc w:val="both"/>
        <w:rPr>
          <w:rFonts w:ascii="Times New Roman" w:hAnsi="Times New Roman"/>
          <w:b/>
          <w:sz w:val="28"/>
          <w:szCs w:val="28"/>
        </w:rPr>
      </w:pPr>
    </w:p>
    <w:p w:rsidR="00011911" w:rsidRDefault="00011911" w:rsidP="005F040C">
      <w:pPr>
        <w:jc w:val="both"/>
        <w:rPr>
          <w:rFonts w:ascii="Times New Roman" w:hAnsi="Times New Roman"/>
          <w:b/>
          <w:sz w:val="28"/>
          <w:szCs w:val="28"/>
        </w:rPr>
      </w:pPr>
    </w:p>
    <w:p w:rsidR="00011911" w:rsidRPr="00F24D0D" w:rsidRDefault="00011911" w:rsidP="005F040C">
      <w:pPr>
        <w:jc w:val="both"/>
        <w:rPr>
          <w:rFonts w:ascii="Times New Roman" w:hAnsi="Times New Roman"/>
          <w:b/>
          <w:sz w:val="28"/>
          <w:szCs w:val="28"/>
        </w:rPr>
      </w:pPr>
    </w:p>
    <w:p w:rsidR="00011911" w:rsidRPr="00F24D0D" w:rsidRDefault="00011911" w:rsidP="001A6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с. Заречный</w:t>
      </w:r>
    </w:p>
    <w:p w:rsidR="00011911" w:rsidRPr="00F24D0D" w:rsidRDefault="00011911" w:rsidP="001A6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EA0">
        <w:rPr>
          <w:rFonts w:ascii="Times New Roman" w:hAnsi="Times New Roman"/>
          <w:sz w:val="28"/>
          <w:szCs w:val="28"/>
        </w:rPr>
        <w:t>26.09.2017</w:t>
      </w:r>
      <w:r w:rsidRPr="00F24D0D">
        <w:rPr>
          <w:rFonts w:ascii="Times New Roman" w:hAnsi="Times New Roman"/>
          <w:sz w:val="28"/>
          <w:szCs w:val="28"/>
        </w:rPr>
        <w:t xml:space="preserve"> год</w:t>
      </w:r>
    </w:p>
    <w:p w:rsidR="00011911" w:rsidRPr="00F24D0D" w:rsidRDefault="00011911" w:rsidP="00F24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8</w:t>
      </w:r>
    </w:p>
    <w:p w:rsidR="00011911" w:rsidRDefault="00011911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011911" w:rsidRDefault="00011911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Pr="00F24D0D">
        <w:rPr>
          <w:rFonts w:ascii="Times New Roman" w:hAnsi="Times New Roman"/>
          <w:sz w:val="28"/>
          <w:szCs w:val="28"/>
        </w:rPr>
        <w:t>Междуреченского</w:t>
      </w:r>
    </w:p>
    <w:p w:rsidR="00011911" w:rsidRDefault="00011911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сельского поселения</w:t>
      </w:r>
    </w:p>
    <w:p w:rsidR="00011911" w:rsidRPr="00F24D0D" w:rsidRDefault="00011911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6</w:t>
      </w:r>
      <w:r w:rsidRPr="00F24D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F24D0D">
        <w:rPr>
          <w:rFonts w:ascii="Times New Roman" w:hAnsi="Times New Roman"/>
          <w:sz w:val="28"/>
          <w:szCs w:val="28"/>
        </w:rPr>
        <w:t>.2017 г. №1</w:t>
      </w:r>
      <w:r>
        <w:rPr>
          <w:rFonts w:ascii="Times New Roman" w:hAnsi="Times New Roman"/>
          <w:sz w:val="28"/>
          <w:szCs w:val="28"/>
        </w:rPr>
        <w:t>8</w:t>
      </w:r>
    </w:p>
    <w:p w:rsidR="00011911" w:rsidRPr="00F24D0D" w:rsidRDefault="00011911" w:rsidP="008421BC">
      <w:pPr>
        <w:ind w:firstLine="5245"/>
        <w:jc w:val="right"/>
        <w:rPr>
          <w:rFonts w:ascii="Times New Roman" w:hAnsi="Times New Roman"/>
          <w:sz w:val="28"/>
          <w:szCs w:val="28"/>
        </w:rPr>
      </w:pPr>
    </w:p>
    <w:p w:rsidR="00011911" w:rsidRPr="00F24D0D" w:rsidRDefault="00011911" w:rsidP="008421B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24D0D">
        <w:rPr>
          <w:rFonts w:ascii="Times New Roman" w:hAnsi="Times New Roman"/>
          <w:b/>
          <w:bCs/>
          <w:sz w:val="28"/>
          <w:szCs w:val="28"/>
        </w:rPr>
        <w:t xml:space="preserve">Доходная часть бюджета Междуреченского сельского поселения </w:t>
      </w:r>
      <w:r w:rsidRPr="00F24D0D">
        <w:rPr>
          <w:rFonts w:ascii="Times New Roman" w:hAnsi="Times New Roman"/>
          <w:b/>
          <w:bCs/>
          <w:sz w:val="28"/>
          <w:szCs w:val="28"/>
        </w:rPr>
        <w:br/>
        <w:t>на 2017 год и плановый период 2018 и 2019 годов</w:t>
      </w:r>
    </w:p>
    <w:p w:rsidR="00011911" w:rsidRPr="00F24D0D" w:rsidRDefault="00011911" w:rsidP="008421B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3775"/>
        <w:gridCol w:w="1470"/>
        <w:gridCol w:w="992"/>
        <w:gridCol w:w="993"/>
      </w:tblGrid>
      <w:tr w:rsidR="00011911" w:rsidRPr="00662D2A" w:rsidTr="00F24D0D">
        <w:tc>
          <w:tcPr>
            <w:tcW w:w="2694" w:type="dxa"/>
            <w:vMerge w:val="restart"/>
            <w:vAlign w:val="center"/>
          </w:tcPr>
          <w:p w:rsidR="00011911" w:rsidRPr="00662D2A" w:rsidRDefault="00011911" w:rsidP="008E50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775" w:type="dxa"/>
            <w:vMerge w:val="restart"/>
            <w:vAlign w:val="center"/>
          </w:tcPr>
          <w:p w:rsidR="00011911" w:rsidRPr="00662D2A" w:rsidRDefault="00011911" w:rsidP="008E50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3455" w:type="dxa"/>
            <w:gridSpan w:val="3"/>
            <w:vAlign w:val="center"/>
          </w:tcPr>
          <w:p w:rsidR="00011911" w:rsidRPr="00662D2A" w:rsidRDefault="00011911" w:rsidP="008E50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>Сумма (тыс.руб.)</w:t>
            </w:r>
          </w:p>
        </w:tc>
      </w:tr>
      <w:tr w:rsidR="00011911" w:rsidRPr="00662D2A" w:rsidTr="00F24D0D">
        <w:tc>
          <w:tcPr>
            <w:tcW w:w="2694" w:type="dxa"/>
            <w:vMerge/>
            <w:vAlign w:val="center"/>
          </w:tcPr>
          <w:p w:rsidR="00011911" w:rsidRPr="00662D2A" w:rsidRDefault="00011911" w:rsidP="008E50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5" w:type="dxa"/>
            <w:vMerge/>
            <w:vAlign w:val="center"/>
          </w:tcPr>
          <w:p w:rsidR="00011911" w:rsidRPr="00662D2A" w:rsidRDefault="00011911" w:rsidP="008E508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011911" w:rsidRPr="00662D2A" w:rsidRDefault="00011911" w:rsidP="00930D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992" w:type="dxa"/>
            <w:vAlign w:val="center"/>
          </w:tcPr>
          <w:p w:rsidR="00011911" w:rsidRPr="00662D2A" w:rsidRDefault="00011911" w:rsidP="00930D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993" w:type="dxa"/>
            <w:vAlign w:val="center"/>
          </w:tcPr>
          <w:p w:rsidR="00011911" w:rsidRPr="00662D2A" w:rsidRDefault="00011911" w:rsidP="00930D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</w:tr>
      <w:tr w:rsidR="00011911" w:rsidRPr="00662D2A" w:rsidTr="00F24D0D">
        <w:tc>
          <w:tcPr>
            <w:tcW w:w="2694" w:type="dxa"/>
            <w:vAlign w:val="center"/>
          </w:tcPr>
          <w:p w:rsidR="00011911" w:rsidRPr="00662D2A" w:rsidRDefault="00011911" w:rsidP="00A031DB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303 </w:t>
            </w:r>
            <w:r w:rsidRPr="00662D2A">
              <w:rPr>
                <w:rFonts w:ascii="Times New Roman" w:hAnsi="Times New Roman"/>
                <w:sz w:val="28"/>
                <w:szCs w:val="28"/>
              </w:rPr>
              <w:t>117 05050 10 0000 180</w:t>
            </w:r>
          </w:p>
        </w:tc>
        <w:tc>
          <w:tcPr>
            <w:tcW w:w="3775" w:type="dxa"/>
            <w:vAlign w:val="center"/>
          </w:tcPr>
          <w:p w:rsidR="00011911" w:rsidRPr="00662D2A" w:rsidRDefault="00011911" w:rsidP="008E5086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1470" w:type="dxa"/>
            <w:vAlign w:val="center"/>
          </w:tcPr>
          <w:p w:rsidR="00011911" w:rsidRPr="00662D2A" w:rsidRDefault="00011911" w:rsidP="00A547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>+100,00</w:t>
            </w:r>
          </w:p>
        </w:tc>
        <w:tc>
          <w:tcPr>
            <w:tcW w:w="992" w:type="dxa"/>
            <w:vAlign w:val="center"/>
          </w:tcPr>
          <w:p w:rsidR="00011911" w:rsidRPr="00662D2A" w:rsidRDefault="00011911" w:rsidP="008E50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011911" w:rsidRPr="00662D2A" w:rsidRDefault="00011911" w:rsidP="00A031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011911" w:rsidRPr="00F24D0D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Pr="00F24D0D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Pr="00F24D0D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p w:rsidR="00011911" w:rsidRDefault="00011911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Приложение № 2</w:t>
      </w:r>
    </w:p>
    <w:p w:rsidR="00011911" w:rsidRDefault="00011911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к решению Совета Междуреченского</w:t>
      </w:r>
    </w:p>
    <w:p w:rsidR="00011911" w:rsidRDefault="00011911" w:rsidP="00F24D0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сельского поселения</w:t>
      </w:r>
    </w:p>
    <w:p w:rsidR="00011911" w:rsidRPr="00F24D0D" w:rsidRDefault="00011911" w:rsidP="00F24D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F24D0D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6</w:t>
      </w:r>
      <w:r w:rsidRPr="00F24D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F24D0D">
        <w:rPr>
          <w:rFonts w:ascii="Times New Roman" w:hAnsi="Times New Roman"/>
          <w:sz w:val="28"/>
          <w:szCs w:val="28"/>
        </w:rPr>
        <w:t>.2017 г. № 1</w:t>
      </w:r>
      <w:r>
        <w:rPr>
          <w:rFonts w:ascii="Times New Roman" w:hAnsi="Times New Roman"/>
          <w:sz w:val="28"/>
          <w:szCs w:val="28"/>
        </w:rPr>
        <w:t>8</w:t>
      </w:r>
    </w:p>
    <w:p w:rsidR="00011911" w:rsidRPr="00F24D0D" w:rsidRDefault="00011911" w:rsidP="00B35412">
      <w:pPr>
        <w:rPr>
          <w:rFonts w:ascii="Times New Roman" w:hAnsi="Times New Roman"/>
          <w:sz w:val="28"/>
          <w:szCs w:val="28"/>
        </w:rPr>
      </w:pPr>
    </w:p>
    <w:p w:rsidR="00011911" w:rsidRPr="00F24D0D" w:rsidRDefault="00011911" w:rsidP="00C83484">
      <w:pPr>
        <w:tabs>
          <w:tab w:val="left" w:pos="3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РАСХОДНАЯ ЧАСТЬ БЮДЖЕТА</w:t>
      </w:r>
    </w:p>
    <w:p w:rsidR="00011911" w:rsidRPr="00F24D0D" w:rsidRDefault="00011911" w:rsidP="00C834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24D0D">
        <w:rPr>
          <w:rFonts w:ascii="Times New Roman" w:hAnsi="Times New Roman"/>
          <w:b/>
          <w:sz w:val="28"/>
          <w:szCs w:val="28"/>
        </w:rPr>
        <w:t>МЕЖДУРЕЧЕНСКОГО СЕЛЬСКОГО ПОСЕЛЕНИЯ</w:t>
      </w:r>
    </w:p>
    <w:p w:rsidR="00011911" w:rsidRPr="00F24D0D" w:rsidRDefault="00011911" w:rsidP="00C834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397"/>
        <w:gridCol w:w="5386"/>
        <w:gridCol w:w="1418"/>
        <w:gridCol w:w="992"/>
        <w:gridCol w:w="969"/>
      </w:tblGrid>
      <w:tr w:rsidR="00011911" w:rsidRPr="00662D2A" w:rsidTr="00F24D0D">
        <w:trPr>
          <w:cantSplit/>
          <w:trHeight w:val="553"/>
          <w:jc w:val="center"/>
        </w:trPr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11911" w:rsidRPr="00F24D0D" w:rsidRDefault="00011911" w:rsidP="00C83484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Раздел,</w:t>
            </w:r>
          </w:p>
          <w:p w:rsidR="00011911" w:rsidRPr="00F24D0D" w:rsidRDefault="00011911" w:rsidP="00F24D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подраздел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11911" w:rsidRPr="00F24D0D" w:rsidRDefault="00011911" w:rsidP="00B84E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911" w:rsidRDefault="00011911" w:rsidP="00C63E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  <w:p w:rsidR="00011911" w:rsidRPr="00F24D0D" w:rsidRDefault="00011911" w:rsidP="00C63E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(тыс.руб.)</w:t>
            </w:r>
          </w:p>
        </w:tc>
      </w:tr>
      <w:tr w:rsidR="00011911" w:rsidRPr="00662D2A" w:rsidTr="00F24D0D">
        <w:trPr>
          <w:cantSplit/>
          <w:trHeight w:val="420"/>
          <w:jc w:val="center"/>
        </w:trPr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11911" w:rsidRPr="00F24D0D" w:rsidRDefault="00011911" w:rsidP="00B84EC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911" w:rsidRPr="00F24D0D" w:rsidRDefault="00011911" w:rsidP="00B84E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911" w:rsidRPr="00F24D0D" w:rsidRDefault="00011911" w:rsidP="00930D9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>2017</w:t>
            </w:r>
            <w:r w:rsidRPr="00F24D0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911" w:rsidRPr="00F24D0D" w:rsidRDefault="00011911" w:rsidP="00930D9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  <w:r w:rsidRPr="00F24D0D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1911" w:rsidRPr="00F24D0D" w:rsidRDefault="00011911" w:rsidP="00930D9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>2019</w:t>
            </w:r>
            <w:r w:rsidRPr="00F24D0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011911" w:rsidRPr="00662D2A" w:rsidTr="00F24D0D">
        <w:trPr>
          <w:trHeight w:val="24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11911" w:rsidRPr="00F24D0D" w:rsidRDefault="00011911" w:rsidP="00906AB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0501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1911" w:rsidRPr="00F24D0D" w:rsidRDefault="00011911" w:rsidP="00D33D1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«Жилищное хозяйство»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11" w:rsidRPr="00662D2A" w:rsidRDefault="00011911" w:rsidP="00DE455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D2A">
              <w:rPr>
                <w:rFonts w:ascii="Times New Roman" w:hAnsi="Times New Roman"/>
                <w:sz w:val="28"/>
                <w:szCs w:val="28"/>
              </w:rPr>
              <w:t>67,000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11" w:rsidRPr="00F24D0D" w:rsidRDefault="00011911" w:rsidP="00906AB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11" w:rsidRPr="00F24D0D" w:rsidRDefault="00011911" w:rsidP="00906AB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11911" w:rsidRPr="00662D2A" w:rsidTr="00F24D0D">
        <w:trPr>
          <w:trHeight w:val="505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911" w:rsidRPr="00F24D0D" w:rsidRDefault="00011911" w:rsidP="00906ABB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0505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1911" w:rsidRPr="00F24D0D" w:rsidRDefault="00011911" w:rsidP="00906ABB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Другие мероприятия в области Жилищно-коммунального хозяйства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911" w:rsidRPr="00F24D0D" w:rsidRDefault="00011911" w:rsidP="001E5A6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911" w:rsidRPr="00662D2A" w:rsidRDefault="00011911" w:rsidP="00A54757">
            <w:pPr>
              <w:jc w:val="center"/>
            </w:pPr>
            <w:r w:rsidRPr="0083328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911" w:rsidRPr="00662D2A" w:rsidRDefault="00011911" w:rsidP="00A54757">
            <w:pPr>
              <w:jc w:val="center"/>
            </w:pPr>
            <w:r w:rsidRPr="0083328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11911" w:rsidRPr="00662D2A" w:rsidTr="00F24D0D">
        <w:trPr>
          <w:trHeight w:val="505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911" w:rsidRPr="00F24D0D" w:rsidRDefault="00011911" w:rsidP="00086FA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0801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1911" w:rsidRPr="00F24D0D" w:rsidRDefault="00011911" w:rsidP="00086FA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24D0D">
              <w:rPr>
                <w:rFonts w:ascii="Times New Roman" w:hAnsi="Times New Roman"/>
                <w:sz w:val="28"/>
                <w:szCs w:val="28"/>
              </w:rPr>
              <w:t>«Культура, Кинематография»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911" w:rsidRPr="00F24D0D" w:rsidRDefault="00011911" w:rsidP="00086FA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911" w:rsidRPr="00662D2A" w:rsidRDefault="00011911" w:rsidP="00A54757">
            <w:pPr>
              <w:jc w:val="center"/>
            </w:pPr>
            <w:r w:rsidRPr="0083328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911" w:rsidRPr="00662D2A" w:rsidRDefault="00011911" w:rsidP="00A54757">
            <w:pPr>
              <w:jc w:val="center"/>
            </w:pPr>
            <w:r w:rsidRPr="0083328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011911" w:rsidRPr="00F24D0D" w:rsidRDefault="00011911" w:rsidP="008421BC">
      <w:pPr>
        <w:jc w:val="both"/>
        <w:rPr>
          <w:rFonts w:ascii="Times New Roman" w:hAnsi="Times New Roman"/>
          <w:sz w:val="28"/>
          <w:szCs w:val="28"/>
        </w:rPr>
      </w:pPr>
    </w:p>
    <w:sectPr w:rsidR="00011911" w:rsidRPr="00F24D0D" w:rsidSect="00442E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911" w:rsidRDefault="00011911" w:rsidP="006E5DF2">
      <w:pPr>
        <w:spacing w:after="0" w:line="240" w:lineRule="auto"/>
      </w:pPr>
      <w:r>
        <w:separator/>
      </w:r>
    </w:p>
  </w:endnote>
  <w:endnote w:type="continuationSeparator" w:id="0">
    <w:p w:rsidR="00011911" w:rsidRDefault="00011911" w:rsidP="006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11" w:rsidRDefault="0001191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11" w:rsidRDefault="0001191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11" w:rsidRDefault="000119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911" w:rsidRDefault="00011911" w:rsidP="006E5DF2">
      <w:pPr>
        <w:spacing w:after="0" w:line="240" w:lineRule="auto"/>
      </w:pPr>
      <w:r>
        <w:separator/>
      </w:r>
    </w:p>
  </w:footnote>
  <w:footnote w:type="continuationSeparator" w:id="0">
    <w:p w:rsidR="00011911" w:rsidRDefault="00011911" w:rsidP="006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11" w:rsidRDefault="000119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11" w:rsidRDefault="0001191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11" w:rsidRDefault="0001191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40C"/>
    <w:rsid w:val="000044DC"/>
    <w:rsid w:val="00011911"/>
    <w:rsid w:val="00033C9C"/>
    <w:rsid w:val="00076364"/>
    <w:rsid w:val="00086FAA"/>
    <w:rsid w:val="000A577A"/>
    <w:rsid w:val="000B75D4"/>
    <w:rsid w:val="00123E3A"/>
    <w:rsid w:val="0017755B"/>
    <w:rsid w:val="00185736"/>
    <w:rsid w:val="00191414"/>
    <w:rsid w:val="001A6060"/>
    <w:rsid w:val="001C159F"/>
    <w:rsid w:val="001D0F25"/>
    <w:rsid w:val="001D79F2"/>
    <w:rsid w:val="001E5A61"/>
    <w:rsid w:val="00273B81"/>
    <w:rsid w:val="0028299E"/>
    <w:rsid w:val="00293FF1"/>
    <w:rsid w:val="002B09DB"/>
    <w:rsid w:val="002C5AED"/>
    <w:rsid w:val="002D57A7"/>
    <w:rsid w:val="002E382C"/>
    <w:rsid w:val="002F214C"/>
    <w:rsid w:val="00305A6E"/>
    <w:rsid w:val="0034103A"/>
    <w:rsid w:val="003A7704"/>
    <w:rsid w:val="003B2E5D"/>
    <w:rsid w:val="003C3D43"/>
    <w:rsid w:val="003D36D5"/>
    <w:rsid w:val="003D4F78"/>
    <w:rsid w:val="003E18AB"/>
    <w:rsid w:val="003F5A50"/>
    <w:rsid w:val="004136FD"/>
    <w:rsid w:val="004273CC"/>
    <w:rsid w:val="0044140C"/>
    <w:rsid w:val="00442EA0"/>
    <w:rsid w:val="00445059"/>
    <w:rsid w:val="00477091"/>
    <w:rsid w:val="004830DC"/>
    <w:rsid w:val="00491C38"/>
    <w:rsid w:val="004D3683"/>
    <w:rsid w:val="004F63B3"/>
    <w:rsid w:val="005240E6"/>
    <w:rsid w:val="00565137"/>
    <w:rsid w:val="00584E7A"/>
    <w:rsid w:val="005906BF"/>
    <w:rsid w:val="005A2191"/>
    <w:rsid w:val="005C3AE7"/>
    <w:rsid w:val="005D5F1F"/>
    <w:rsid w:val="005E6B3A"/>
    <w:rsid w:val="005F040C"/>
    <w:rsid w:val="00662D2A"/>
    <w:rsid w:val="00666A53"/>
    <w:rsid w:val="00683E42"/>
    <w:rsid w:val="0069126F"/>
    <w:rsid w:val="006960D0"/>
    <w:rsid w:val="006D453B"/>
    <w:rsid w:val="006E1181"/>
    <w:rsid w:val="006E5DF2"/>
    <w:rsid w:val="006F6CA7"/>
    <w:rsid w:val="00700258"/>
    <w:rsid w:val="00731D32"/>
    <w:rsid w:val="007412FE"/>
    <w:rsid w:val="00785A95"/>
    <w:rsid w:val="007A0BB8"/>
    <w:rsid w:val="00824C00"/>
    <w:rsid w:val="00827DF0"/>
    <w:rsid w:val="00833287"/>
    <w:rsid w:val="00833CDC"/>
    <w:rsid w:val="008421BC"/>
    <w:rsid w:val="00856454"/>
    <w:rsid w:val="008E5086"/>
    <w:rsid w:val="008F079B"/>
    <w:rsid w:val="00906ABB"/>
    <w:rsid w:val="00930D91"/>
    <w:rsid w:val="00933A00"/>
    <w:rsid w:val="00942209"/>
    <w:rsid w:val="009618C4"/>
    <w:rsid w:val="00973BD3"/>
    <w:rsid w:val="009E48A8"/>
    <w:rsid w:val="009E51DF"/>
    <w:rsid w:val="00A031DB"/>
    <w:rsid w:val="00A10333"/>
    <w:rsid w:val="00A1459C"/>
    <w:rsid w:val="00A35AEF"/>
    <w:rsid w:val="00A54757"/>
    <w:rsid w:val="00A62835"/>
    <w:rsid w:val="00A92738"/>
    <w:rsid w:val="00AB3033"/>
    <w:rsid w:val="00AE1112"/>
    <w:rsid w:val="00B2350B"/>
    <w:rsid w:val="00B326EF"/>
    <w:rsid w:val="00B35412"/>
    <w:rsid w:val="00B4738B"/>
    <w:rsid w:val="00B84EC1"/>
    <w:rsid w:val="00BC2BAC"/>
    <w:rsid w:val="00C152BB"/>
    <w:rsid w:val="00C17E26"/>
    <w:rsid w:val="00C261A6"/>
    <w:rsid w:val="00C31CA3"/>
    <w:rsid w:val="00C3378E"/>
    <w:rsid w:val="00C63E33"/>
    <w:rsid w:val="00C74250"/>
    <w:rsid w:val="00C83484"/>
    <w:rsid w:val="00CA76D7"/>
    <w:rsid w:val="00CC2D93"/>
    <w:rsid w:val="00CC68F1"/>
    <w:rsid w:val="00CE5DC0"/>
    <w:rsid w:val="00D1040C"/>
    <w:rsid w:val="00D14A3D"/>
    <w:rsid w:val="00D31070"/>
    <w:rsid w:val="00D33D1C"/>
    <w:rsid w:val="00D65879"/>
    <w:rsid w:val="00D82A99"/>
    <w:rsid w:val="00DB52C7"/>
    <w:rsid w:val="00DE455B"/>
    <w:rsid w:val="00E008EE"/>
    <w:rsid w:val="00E30362"/>
    <w:rsid w:val="00E3502A"/>
    <w:rsid w:val="00E5022C"/>
    <w:rsid w:val="00E63E14"/>
    <w:rsid w:val="00E645AD"/>
    <w:rsid w:val="00E860DB"/>
    <w:rsid w:val="00EA2AB8"/>
    <w:rsid w:val="00EA5AB4"/>
    <w:rsid w:val="00EF3F64"/>
    <w:rsid w:val="00EF6EAD"/>
    <w:rsid w:val="00F24D0D"/>
    <w:rsid w:val="00FA4B71"/>
    <w:rsid w:val="00FB7779"/>
    <w:rsid w:val="00FC50EE"/>
    <w:rsid w:val="00FD2678"/>
    <w:rsid w:val="00FF6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40C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40C"/>
    <w:pPr>
      <w:keepNext/>
      <w:spacing w:after="0" w:line="240" w:lineRule="auto"/>
      <w:ind w:left="567" w:hanging="567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040C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5F040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F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040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F040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5F040C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semiHidden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E5DF2"/>
    <w:rPr>
      <w:rFonts w:eastAsia="Times New Roman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6E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E5DF2"/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51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425</TotalTime>
  <Pages>3</Pages>
  <Words>259</Words>
  <Characters>1477</Characters>
  <Application>Microsoft Office Outlook</Application>
  <DocSecurity>0</DocSecurity>
  <Lines>0</Lines>
  <Paragraphs>0</Paragraphs>
  <ScaleCrop>false</ScaleCrop>
  <Company>MezAdm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Zam</cp:lastModifiedBy>
  <cp:revision>27</cp:revision>
  <cp:lastPrinted>2017-09-21T10:35:00Z</cp:lastPrinted>
  <dcterms:created xsi:type="dcterms:W3CDTF">2017-01-23T11:17:00Z</dcterms:created>
  <dcterms:modified xsi:type="dcterms:W3CDTF">2017-09-22T07:32:00Z</dcterms:modified>
</cp:coreProperties>
</file>